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405E1013" w14:textId="22863BE1" w:rsidR="006D5E9D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  <w:bookmarkStart w:id="0" w:name="AOO_MPPA"/>
      <w:bookmarkEnd w:id="0"/>
    </w:p>
    <w:p w14:paraId="12B3F438" w14:textId="77777777" w:rsidR="00180E4B" w:rsidRPr="00712698" w:rsidRDefault="00180E4B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7E7AAA79" w:rsidR="004C3F20" w:rsidRPr="00712698" w:rsidRDefault="00B24B53" w:rsidP="00701356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 w:rsidRPr="00A32898">
              <w:rPr>
                <w:rFonts w:ascii="Times New Roman" w:hAnsi="Times New Roman"/>
              </w:rPr>
              <w:t xml:space="preserve">Monsieur </w:t>
            </w:r>
            <w:r w:rsidR="00701356">
              <w:rPr>
                <w:rFonts w:ascii="Times New Roman" w:hAnsi="Times New Roman"/>
              </w:rPr>
              <w:t>le chef de la division gestion du patrimoine</w:t>
            </w:r>
            <w:r w:rsidRPr="00A32898">
              <w:rPr>
                <w:rFonts w:ascii="Times New Roman" w:hAnsi="Times New Roman"/>
              </w:rPr>
              <w:t xml:space="preserve"> 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7F793C8E" w:rsidR="004C3F20" w:rsidRPr="00712698" w:rsidRDefault="00B24B53" w:rsidP="00B24B53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bookmarkStart w:id="2" w:name="Moe1"/>
            <w:bookmarkEnd w:id="2"/>
            <w:r>
              <w:rPr>
                <w:rFonts w:ascii="Times New Roman" w:hAnsi="Times New Roman"/>
                <w:lang w:eastAsia="ar-SA"/>
              </w:rPr>
              <w:t>USID DE CORSE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1B5DA79" w14:textId="6DF8D442" w:rsidR="00B24B53" w:rsidRPr="00B24B53" w:rsidRDefault="00B24B53" w:rsidP="00B24B53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B24B53">
              <w:rPr>
                <w:rFonts w:ascii="Times New Roman" w:hAnsi="Times New Roman"/>
              </w:rPr>
              <w:t xml:space="preserve">Monsieur </w:t>
            </w:r>
            <w:r w:rsidR="00701356">
              <w:rPr>
                <w:rFonts w:ascii="Times New Roman" w:hAnsi="Times New Roman"/>
              </w:rPr>
              <w:t>Philippe MAQUINGHEN</w:t>
            </w:r>
          </w:p>
          <w:p w14:paraId="088B05CA" w14:textId="76DA2FD5" w:rsidR="00B24B53" w:rsidRPr="00B24B53" w:rsidRDefault="00B24B53" w:rsidP="00B24B53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B24B53">
              <w:rPr>
                <w:rFonts w:ascii="Times New Roman" w:hAnsi="Times New Roman"/>
              </w:rPr>
              <w:t>Chef de l’</w:t>
            </w:r>
            <w:proofErr w:type="spellStart"/>
            <w:r w:rsidRPr="00B24B53">
              <w:rPr>
                <w:rFonts w:ascii="Times New Roman" w:hAnsi="Times New Roman"/>
              </w:rPr>
              <w:t>Usid</w:t>
            </w:r>
            <w:proofErr w:type="spellEnd"/>
            <w:r w:rsidRPr="00B24B53">
              <w:rPr>
                <w:rFonts w:ascii="Times New Roman" w:hAnsi="Times New Roman"/>
              </w:rPr>
              <w:t xml:space="preserve"> de Corse</w:t>
            </w:r>
          </w:p>
          <w:p w14:paraId="5869C1D7" w14:textId="22443B5A" w:rsidR="00B24B53" w:rsidRPr="00B24B53" w:rsidRDefault="00B24B53" w:rsidP="00B24B53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B24B53">
              <w:rPr>
                <w:rFonts w:ascii="Times New Roman" w:hAnsi="Times New Roman"/>
              </w:rPr>
              <w:t xml:space="preserve">Téléphone fixe : 04 20 61 </w:t>
            </w:r>
            <w:r w:rsidR="00701356">
              <w:rPr>
                <w:rFonts w:ascii="Times New Roman" w:hAnsi="Times New Roman"/>
              </w:rPr>
              <w:t>86 85</w:t>
            </w:r>
          </w:p>
          <w:p w14:paraId="6C3E3C6E" w14:textId="51FE2382" w:rsidR="00B24B53" w:rsidRPr="00B24B53" w:rsidRDefault="00B24B53" w:rsidP="00B24B53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B24B53">
              <w:rPr>
                <w:rFonts w:ascii="Times New Roman" w:hAnsi="Times New Roman"/>
              </w:rPr>
              <w:t xml:space="preserve">Téléphone portable : </w:t>
            </w:r>
            <w:r w:rsidR="00701356">
              <w:rPr>
                <w:rFonts w:ascii="Times New Roman" w:hAnsi="Times New Roman"/>
              </w:rPr>
              <w:t>06 10 27 14 08</w:t>
            </w:r>
          </w:p>
          <w:p w14:paraId="451F6F3D" w14:textId="6366EE46" w:rsidR="004C3F20" w:rsidRPr="00712698" w:rsidRDefault="00B24B53" w:rsidP="00701356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B24B53">
              <w:rPr>
                <w:rFonts w:ascii="Times New Roman" w:hAnsi="Times New Roman"/>
              </w:rPr>
              <w:t xml:space="preserve">Mail : </w:t>
            </w:r>
            <w:r w:rsidR="00701356">
              <w:rPr>
                <w:rFonts w:ascii="Times New Roman" w:hAnsi="Times New Roman"/>
              </w:rPr>
              <w:t>philippe.maquinghen</w:t>
            </w:r>
            <w:r w:rsidRPr="00B24B53">
              <w:rPr>
                <w:rFonts w:ascii="Times New Roman" w:hAnsi="Times New Roman"/>
              </w:rPr>
              <w:t>@intradef.gouv.fr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3" w:name="Comptable"/>
            <w:bookmarkEnd w:id="3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35C4B49C" w14:textId="112B22A8" w:rsidR="00F6400D" w:rsidRPr="00180E4B" w:rsidRDefault="7A0B6D55" w:rsidP="00934D9A">
            <w:pPr>
              <w:rPr>
                <w:rFonts w:ascii="Marianne" w:hAnsi="Marianne"/>
                <w:sz w:val="28"/>
                <w:szCs w:val="28"/>
                <w:lang w:eastAsia="ar-SA"/>
              </w:rPr>
            </w:pPr>
            <w:bookmarkStart w:id="4" w:name="Objet_marche"/>
            <w:bookmarkEnd w:id="4"/>
            <w:r w:rsidRPr="00180E4B">
              <w:rPr>
                <w:rFonts w:ascii="Marianne" w:hAnsi="Marianne"/>
                <w:lang w:eastAsia="ar-SA"/>
              </w:rPr>
              <w:t>Objet</w:t>
            </w:r>
            <w:r w:rsidR="00180E4B">
              <w:rPr>
                <w:rFonts w:ascii="Marianne" w:hAnsi="Marianne"/>
                <w:lang w:eastAsia="ar-SA"/>
              </w:rPr>
              <w:t xml:space="preserve"> </w:t>
            </w:r>
            <w:r w:rsidRPr="00180E4B">
              <w:rPr>
                <w:rFonts w:ascii="Marianne" w:hAnsi="Marianne"/>
                <w:lang w:eastAsia="ar-SA"/>
              </w:rPr>
              <w:t>:</w:t>
            </w:r>
            <w:r w:rsidRPr="00F6400D">
              <w:rPr>
                <w:rFonts w:ascii="Marianne" w:hAnsi="Marianne"/>
                <w:b/>
                <w:lang w:eastAsia="ar-SA"/>
              </w:rPr>
              <w:t xml:space="preserve"> </w:t>
            </w:r>
            <w:r w:rsidR="00B24B53" w:rsidRPr="00180E4B">
              <w:rPr>
                <w:rFonts w:ascii="Marianne" w:hAnsi="Marianne"/>
                <w:lang w:eastAsia="ar-SA"/>
              </w:rPr>
              <w:t>CALVI (2B) – 2</w:t>
            </w:r>
            <w:r w:rsidR="00B24B53" w:rsidRPr="00180E4B">
              <w:rPr>
                <w:rFonts w:ascii="Marianne" w:hAnsi="Marianne"/>
                <w:vertAlign w:val="superscript"/>
                <w:lang w:eastAsia="ar-SA"/>
              </w:rPr>
              <w:t>ème</w:t>
            </w:r>
            <w:r w:rsidR="00F6400D" w:rsidRPr="00180E4B">
              <w:rPr>
                <w:rFonts w:ascii="Marianne" w:hAnsi="Marianne"/>
                <w:lang w:eastAsia="ar-SA"/>
              </w:rPr>
              <w:t xml:space="preserve"> REP – CAMP RAFFALLI </w:t>
            </w:r>
            <w:r w:rsidR="00934D9A">
              <w:rPr>
                <w:rFonts w:ascii="Marianne" w:hAnsi="Marianne"/>
                <w:lang w:eastAsia="ar-SA"/>
              </w:rPr>
              <w:t>–</w:t>
            </w:r>
            <w:r w:rsidR="00F6400D" w:rsidRPr="00180E4B">
              <w:rPr>
                <w:rFonts w:ascii="Marianne" w:hAnsi="Marianne"/>
                <w:lang w:eastAsia="ar-SA"/>
              </w:rPr>
              <w:t xml:space="preserve"> </w:t>
            </w:r>
            <w:r w:rsidR="00934D9A">
              <w:rPr>
                <w:rFonts w:ascii="Marianne" w:hAnsi="Marianne" w:cs="Arial"/>
                <w:bCs/>
              </w:rPr>
              <w:t>Travaux de voirie et réseaux divers dans le cadre de la construction d’un hangar de stockage de véhicules</w:t>
            </w:r>
            <w:bookmarkStart w:id="5" w:name="_GoBack"/>
            <w:bookmarkEnd w:id="5"/>
          </w:p>
          <w:p w14:paraId="573D7D75" w14:textId="48C47F5E" w:rsidR="00F6400D" w:rsidRPr="00712698" w:rsidRDefault="00F6400D" w:rsidP="00F6400D">
            <w:pPr>
              <w:rPr>
                <w:rFonts w:ascii="Times New Roman" w:hAnsi="Times New Roman"/>
              </w:rPr>
            </w:pP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491B7D5C" w14:textId="4A00FA22" w:rsidR="004C3F20" w:rsidRPr="00712698" w:rsidRDefault="7A0B6D55" w:rsidP="00B24B53">
      <w:pPr>
        <w:spacing w:after="0" w:line="240" w:lineRule="auto"/>
        <w:rPr>
          <w:b/>
          <w:bCs/>
          <w:u w:val="single"/>
        </w:rPr>
      </w:pPr>
      <w:r w:rsidRPr="7A0B6D55">
        <w:rPr>
          <w:b/>
          <w:bCs/>
          <w:u w:val="single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6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6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7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7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8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8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9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9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7F6F1ED9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1" o:title=""/>
          </v:shape>
          <w:control r:id="rId12" w:name="OptionButton8" w:shapeid="_x0000_i1075"/>
        </w:object>
      </w:r>
    </w:p>
    <w:p w14:paraId="57283672" w14:textId="705AF1D0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538EE173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5" o:title=""/>
          </v:shape>
          <w:control r:id="rId16" w:name="OptionButton9" w:shapeid="_x0000_i1079"/>
        </w:object>
      </w:r>
    </w:p>
    <w:p w14:paraId="5B51E06D" w14:textId="1CF94FE8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33087262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19" o:title=""/>
          </v:shape>
          <w:control r:id="rId20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r w:rsidRPr="7A0B6D55">
        <w:rPr>
          <w:b/>
          <w:bCs/>
          <w:sz w:val="28"/>
          <w:szCs w:val="28"/>
        </w:rPr>
        <w:t>OU</w:t>
      </w:r>
    </w:p>
    <w:p w14:paraId="0922CA15" w14:textId="3A70B493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5pt;height:21pt" o:ole="" o:preferrelative="f">
            <v:imagedata r:id="rId23" o:title=""/>
          </v:shape>
          <w:control r:id="rId24" w:name="OptionButton71" w:shapeid="_x0000_i1087"/>
        </w:object>
      </w:r>
    </w:p>
    <w:p w14:paraId="16AF3BA2" w14:textId="65A964CF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5" o:title=""/>
          </v:shape>
          <w:control r:id="rId26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09D05E93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29" o:title=""/>
          </v:shape>
          <w:control r:id="rId30" w:name="OptionButton82" w:shapeid="_x0000_i1093"/>
        </w:object>
      </w:r>
    </w:p>
    <w:p w14:paraId="3954A87A" w14:textId="212FFC37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1" o:title=""/>
          </v:shape>
          <w:control r:id="rId32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085DBBC2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3" o:title=""/>
          </v:shape>
          <w:control r:id="rId34" w:name="OptionButton91" w:shapeid="_x0000_i1097"/>
        </w:object>
      </w:r>
    </w:p>
    <w:p w14:paraId="3944FA44" w14:textId="657EBB8B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5" o:title=""/>
          </v:shape>
          <w:control r:id="rId36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58E828BA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19" o:title=""/>
          </v:shape>
          <w:control r:id="rId37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21" o:title=""/>
          </v:shape>
          <w:control r:id="rId38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>entreprise 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34A40CD9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39" o:title=""/>
          </v:shape>
          <w:control r:id="rId40" w:name="OptionButton821" w:shapeid="_x0000_i1105"/>
        </w:object>
      </w:r>
    </w:p>
    <w:p w14:paraId="7F7D8AA7" w14:textId="49D832A6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1" o:title=""/>
          </v:shape>
          <w:control r:id="rId42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0E8F8D9A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3" o:title=""/>
          </v:shape>
          <w:control r:id="rId44" w:name="OptionButton92" w:shapeid="_x0000_i1109"/>
        </w:object>
      </w:r>
    </w:p>
    <w:p w14:paraId="1FA91123" w14:textId="30F68C0C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5" o:title=""/>
          </v:shape>
          <w:control r:id="rId46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38EB974A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19" o:title=""/>
          </v:shape>
          <w:control r:id="rId47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1" o:title=""/>
          </v:shape>
          <w:control r:id="rId48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Répartition des prestations (en cas de groupement)  :</w:t>
      </w:r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0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1" w:name="Validité_offre"/>
      <w:bookmarkEnd w:id="11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28FF7A35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49" o:title=""/>
          </v:shape>
          <w:control r:id="rId50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1" o:title=""/>
          </v:shape>
          <w:control r:id="rId52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0439EF23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3" o:title=""/>
          </v:shape>
          <w:control r:id="rId54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5" o:title=""/>
          </v:shape>
          <w:control r:id="rId56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2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 xml:space="preserve">(cette avance est versée au titulaire du marché lorsque le montant initial du marché est supérieur à 50 000 € HT </w:t>
      </w:r>
      <w:r w:rsidR="00D83CF0" w:rsidRPr="00151A61">
        <w:rPr>
          <w:sz w:val="22"/>
          <w:szCs w:val="22"/>
          <w:lang w:val="fr-FR"/>
        </w:rPr>
        <w:t>et l</w:t>
      </w:r>
      <w:r w:rsidR="00D83CF0">
        <w:rPr>
          <w:sz w:val="22"/>
          <w:szCs w:val="22"/>
          <w:lang w:val="fr-FR"/>
        </w:rPr>
        <w:t>e délai d’exécution du marché</w:t>
      </w:r>
      <w:r w:rsidR="00D83CF0" w:rsidRPr="00151A61">
        <w:rPr>
          <w:sz w:val="22"/>
          <w:szCs w:val="22"/>
          <w:lang w:val="fr-FR"/>
        </w:rPr>
        <w:t xml:space="preserve"> </w:t>
      </w:r>
      <w:r w:rsidR="00D83CF0">
        <w:rPr>
          <w:sz w:val="22"/>
          <w:szCs w:val="22"/>
          <w:lang w:val="fr-FR"/>
        </w:rPr>
        <w:t>est supérieur</w:t>
      </w:r>
      <w:r w:rsidR="00EC5548" w:rsidRPr="00151A61">
        <w:rPr>
          <w:sz w:val="22"/>
          <w:szCs w:val="22"/>
          <w:lang w:val="fr-FR"/>
        </w:rPr>
        <w:t xml:space="preserve"> à deux mois</w:t>
      </w:r>
      <w:r w:rsidR="00EC5548" w:rsidRPr="00712698">
        <w:rPr>
          <w:sz w:val="22"/>
          <w:szCs w:val="22"/>
        </w:rPr>
        <w:t xml:space="preserve">). </w:t>
      </w:r>
    </w:p>
    <w:bookmarkEnd w:id="12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256C69BA" w14:textId="77777777" w:rsidR="00B24B53" w:rsidRDefault="00B24B53" w:rsidP="00B24B5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Les travaux sont rémunérés par un prix global et forfaitaire égal à</w:t>
      </w:r>
    </w:p>
    <w:p w14:paraId="4B20BC04" w14:textId="77777777" w:rsidR="00B24B53" w:rsidRPr="00D04078" w:rsidRDefault="00B24B53" w:rsidP="00B24B5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41D9CF2D" w14:textId="77777777" w:rsidR="00B24B53" w:rsidRPr="00D04078" w:rsidRDefault="00B24B53" w:rsidP="00B24B5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€ HT :</w:t>
      </w:r>
    </w:p>
    <w:p w14:paraId="5BEDD680" w14:textId="77777777" w:rsidR="00B24B53" w:rsidRPr="00D04078" w:rsidRDefault="00B24B53" w:rsidP="00B24B5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4E4ACE95" w14:textId="00FB3225" w:rsidR="00B24B53" w:rsidRDefault="00B24B53" w:rsidP="00B24B5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3FBF6E63" w14:textId="60A237CE" w:rsidR="00D83CF0" w:rsidRDefault="00D83CF0" w:rsidP="00B24B5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4A43D026" w14:textId="77777777" w:rsidR="00D83CF0" w:rsidRDefault="00D83CF0" w:rsidP="00B24B5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26E3FB0E" w14:textId="77777777" w:rsidR="00B24B53" w:rsidRPr="00D04078" w:rsidRDefault="00B24B53" w:rsidP="00B24B5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4958EB92" w14:textId="41FDE302" w:rsidR="00D04078" w:rsidRDefault="00EF2011" w:rsidP="00B24B53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00EF2011">
        <w:rPr>
          <w:i/>
          <w:sz w:val="22"/>
          <w:szCs w:val="22"/>
          <w:lang w:val="fr-FR"/>
        </w:rPr>
        <w:tab/>
      </w:r>
      <w:r w:rsidR="7A0B6D55" w:rsidRPr="7A0B6D55">
        <w:rPr>
          <w:sz w:val="22"/>
          <w:szCs w:val="22"/>
          <w:lang w:val="fr-FR"/>
        </w:rPr>
        <w:t xml:space="preserve"> </w:t>
      </w: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lastRenderedPageBreak/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>Délai d’exécution défini à l’article 4.1. du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3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3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4" w:name="Titre_Clause_sociale"/>
      <w:bookmarkEnd w:id="14"/>
    </w:p>
    <w:p w14:paraId="7DF05A70" w14:textId="4C6FAFAA" w:rsidR="00090BBC" w:rsidRPr="00090BBC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5" w:name="AEClause_sociale"/>
      <w:bookmarkEnd w:id="15"/>
      <w:r>
        <w:t xml:space="preserve"> S</w:t>
      </w:r>
      <w:r w:rsidRPr="7A0B6D55">
        <w:rPr>
          <w:rFonts w:ascii="Times New Roman" w:hAnsi="Times New Roman"/>
          <w:sz w:val="22"/>
          <w:szCs w:val="22"/>
        </w:rPr>
        <w:t xml:space="preserve">ans objet </w:t>
      </w:r>
    </w:p>
    <w:p w14:paraId="792C0336" w14:textId="468D068A" w:rsidR="0079620D" w:rsidRDefault="0079620D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2B40BD9E" w14:textId="77777777" w:rsidR="00B24B53" w:rsidRDefault="00B24B53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5E0932B5" w14:textId="470EE7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(signature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52A4AEAE" w:rsidR="00C223A1" w:rsidRPr="00712698" w:rsidRDefault="00D83CF0" w:rsidP="00C223A1">
            <w:pPr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 xml:space="preserve">                                                      SANS OBJET</w:t>
            </w: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57"/>
      <w:footerReference w:type="default" r:id="rId58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E96687" w:rsidRDefault="00E96687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E96687" w:rsidRDefault="00E96687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0A28CC52" w:rsidR="00E96687" w:rsidRDefault="00E96687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4D9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4D9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E96687" w:rsidRDefault="00E966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E96687" w:rsidRDefault="00E96687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E96687" w:rsidRDefault="00E96687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E96687" w:rsidRDefault="7A0B6D55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E96687" w:rsidRDefault="7A0B6D55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E96687" w:rsidRDefault="00E96687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E96687" w:rsidRDefault="00E96687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E96687" w:rsidRDefault="7A0B6D55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E96687" w:rsidRPr="00D97AAC" w:rsidRDefault="00E96687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E96687" w:rsidRDefault="00E96687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52A815CC" w:rsidR="48EA2D1D" w:rsidRPr="00B24B53" w:rsidRDefault="48EA2D1D" w:rsidP="48EA2D1D">
    <w:pPr>
      <w:pStyle w:val="En-tte"/>
      <w:jc w:val="right"/>
    </w:pPr>
    <w:r w:rsidRPr="00B24B53">
      <w:t>DAF_</w:t>
    </w:r>
    <w:r w:rsidR="00B24B53" w:rsidRPr="00B24B53">
      <w:t>2025</w:t>
    </w:r>
    <w:r w:rsidRPr="00B24B53">
      <w:t>_</w:t>
    </w:r>
    <w:r w:rsidR="00B24B53" w:rsidRPr="00B24B53">
      <w:t>000</w:t>
    </w:r>
    <w:r w:rsidR="00180E4B">
      <w:t>818</w:t>
    </w:r>
    <w:r w:rsidRPr="00B24B53">
      <w:t xml:space="preserve"> / Projet ESID </w:t>
    </w:r>
    <w:r w:rsidR="00B24B53" w:rsidRPr="00B24B53">
      <w:t>25-</w:t>
    </w:r>
    <w:r w:rsidR="00F6400D">
      <w:t>157</w:t>
    </w:r>
  </w:p>
  <w:p w14:paraId="65ADB7BC" w14:textId="77777777" w:rsidR="00E96687" w:rsidRDefault="00E9668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0E4B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4482A"/>
    <w:rsid w:val="005736A9"/>
    <w:rsid w:val="00594FC6"/>
    <w:rsid w:val="005A60FB"/>
    <w:rsid w:val="005B5ED4"/>
    <w:rsid w:val="005C14CD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356"/>
    <w:rsid w:val="00701822"/>
    <w:rsid w:val="007065DD"/>
    <w:rsid w:val="0071183D"/>
    <w:rsid w:val="00712698"/>
    <w:rsid w:val="00744E3F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34D9A"/>
    <w:rsid w:val="00940FDD"/>
    <w:rsid w:val="009553C4"/>
    <w:rsid w:val="00965455"/>
    <w:rsid w:val="00973100"/>
    <w:rsid w:val="00981A4A"/>
    <w:rsid w:val="00981B3A"/>
    <w:rsid w:val="009C1AFF"/>
    <w:rsid w:val="009D20C2"/>
    <w:rsid w:val="009E1A07"/>
    <w:rsid w:val="00A132C4"/>
    <w:rsid w:val="00A14085"/>
    <w:rsid w:val="00A15FD7"/>
    <w:rsid w:val="00A443F3"/>
    <w:rsid w:val="00A5177D"/>
    <w:rsid w:val="00A94139"/>
    <w:rsid w:val="00AA78CA"/>
    <w:rsid w:val="00AB6F65"/>
    <w:rsid w:val="00AC21DD"/>
    <w:rsid w:val="00AD3E84"/>
    <w:rsid w:val="00B00C11"/>
    <w:rsid w:val="00B24B53"/>
    <w:rsid w:val="00B27403"/>
    <w:rsid w:val="00B4401B"/>
    <w:rsid w:val="00B53878"/>
    <w:rsid w:val="00B7749F"/>
    <w:rsid w:val="00B96E2D"/>
    <w:rsid w:val="00BE1F1B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83CF0"/>
    <w:rsid w:val="00D86C7E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30D0"/>
    <w:rsid w:val="00F621FE"/>
    <w:rsid w:val="00F6400D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image" Target="media/image14.wmf"/><Relationship Id="rId21" Type="http://schemas.openxmlformats.org/officeDocument/2006/relationships/image" Target="media/image6.wmf"/><Relationship Id="rId34" Type="http://schemas.openxmlformats.org/officeDocument/2006/relationships/control" Target="activeX/activeX12.xml"/><Relationship Id="rId42" Type="http://schemas.openxmlformats.org/officeDocument/2006/relationships/control" Target="activeX/activeX17.xml"/><Relationship Id="rId47" Type="http://schemas.openxmlformats.org/officeDocument/2006/relationships/control" Target="activeX/activeX20.xml"/><Relationship Id="rId50" Type="http://schemas.openxmlformats.org/officeDocument/2006/relationships/control" Target="activeX/activeX22.xml"/><Relationship Id="rId55" Type="http://schemas.openxmlformats.org/officeDocument/2006/relationships/image" Target="media/image21.wmf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29" Type="http://schemas.openxmlformats.org/officeDocument/2006/relationships/image" Target="media/image10.wmf"/><Relationship Id="rId41" Type="http://schemas.openxmlformats.org/officeDocument/2006/relationships/image" Target="media/image15.wmf"/><Relationship Id="rId54" Type="http://schemas.openxmlformats.org/officeDocument/2006/relationships/control" Target="activeX/activeX2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1.xml"/><Relationship Id="rId37" Type="http://schemas.openxmlformats.org/officeDocument/2006/relationships/control" Target="activeX/activeX14.xml"/><Relationship Id="rId40" Type="http://schemas.openxmlformats.org/officeDocument/2006/relationships/control" Target="activeX/activeX16.xml"/><Relationship Id="rId45" Type="http://schemas.openxmlformats.org/officeDocument/2006/relationships/image" Target="media/image17.wmf"/><Relationship Id="rId53" Type="http://schemas.openxmlformats.org/officeDocument/2006/relationships/image" Target="media/image20.wmf"/><Relationship Id="rId58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image" Target="media/image18.wmf"/><Relationship Id="rId57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control" Target="activeX/activeX18.xml"/><Relationship Id="rId52" Type="http://schemas.openxmlformats.org/officeDocument/2006/relationships/control" Target="activeX/activeX23.xm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0.xml"/><Relationship Id="rId35" Type="http://schemas.openxmlformats.org/officeDocument/2006/relationships/image" Target="media/image13.wmf"/><Relationship Id="rId43" Type="http://schemas.openxmlformats.org/officeDocument/2006/relationships/image" Target="media/image16.wmf"/><Relationship Id="rId48" Type="http://schemas.openxmlformats.org/officeDocument/2006/relationships/control" Target="activeX/activeX21.xml"/><Relationship Id="rId56" Type="http://schemas.openxmlformats.org/officeDocument/2006/relationships/control" Target="activeX/activeX25.xml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9136-F0E1-4E73-B75C-C23108FA0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A6A54-8F17-496F-BE77-DA0A75F4BFF8}">
  <ds:schemaRefs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D1C238-1A79-40C9-9E2D-28ADD4153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</Template>
  <TotalTime>36</TotalTime>
  <Pages>7</Pages>
  <Words>1425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PACE Bernadette SA CONT CN DEVDURA</cp:lastModifiedBy>
  <cp:revision>13</cp:revision>
  <dcterms:created xsi:type="dcterms:W3CDTF">2025-01-06T08:42:00Z</dcterms:created>
  <dcterms:modified xsi:type="dcterms:W3CDTF">2025-06-12T07:33:00Z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